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33ED9">
        <w:rPr>
          <w:rFonts w:ascii="Corbel" w:hAnsi="Corbel"/>
          <w:i/>
          <w:smallCaps/>
          <w:sz w:val="24"/>
          <w:szCs w:val="24"/>
        </w:rPr>
        <w:t>2020 - 2023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33ED9">
        <w:rPr>
          <w:rFonts w:ascii="Corbel" w:hAnsi="Corbel"/>
          <w:sz w:val="20"/>
          <w:szCs w:val="20"/>
        </w:rPr>
        <w:t>2020</w:t>
      </w:r>
      <w:r w:rsidR="008977BB">
        <w:rPr>
          <w:rFonts w:ascii="Corbel" w:hAnsi="Corbel"/>
          <w:sz w:val="20"/>
          <w:szCs w:val="20"/>
        </w:rPr>
        <w:t>/202</w:t>
      </w:r>
      <w:r w:rsidR="00033ED9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71D77" w:rsidP="00371D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71D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977B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66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97190E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667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667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3682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proofErr w:type="spellStart"/>
            <w:r w:rsidR="007D1EF3" w:rsidRPr="00963682">
              <w:rPr>
                <w:rFonts w:ascii="Corbel" w:hAnsi="Corbel"/>
                <w:b w:val="0"/>
                <w:smallCaps w:val="0"/>
              </w:rPr>
              <w:t>psycho</w:t>
            </w:r>
            <w:proofErr w:type="spellEnd"/>
            <w:r w:rsidR="007D1EF3" w:rsidRPr="00963682">
              <w:rPr>
                <w:rFonts w:ascii="Corbel" w:hAnsi="Corbel"/>
                <w:b w:val="0"/>
                <w:smallCaps w:val="0"/>
              </w:rPr>
              <w:t>-</w:t>
            </w:r>
            <w:r w:rsidRPr="00963682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także polityki karnej</w:t>
            </w:r>
            <w:r w:rsidRPr="00963682">
              <w:rPr>
                <w:rFonts w:ascii="Corbel" w:hAnsi="Corbel"/>
                <w:b w:val="0"/>
                <w:smallCaps w:val="0"/>
              </w:rPr>
              <w:t>,</w:t>
            </w:r>
            <w:r w:rsidRPr="00963682">
              <w:rPr>
                <w:rFonts w:ascii="Corbel" w:hAnsi="Corbel"/>
              </w:rPr>
              <w:t xml:space="preserve"> 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odbywającymi karę pozbawienia </w:t>
            </w:r>
            <w:r w:rsidRPr="00963682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 xml:space="preserve"> (perspektywa osadzonego i wychowawcy),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>wzmacniania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konstruktywnych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historią rozwoju myśli penitencjarnej oraz podstawowymi regulacjami prawnymi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O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dniesienie się do współczesnych problemów więziennictwa w obszarze europejskim i pozaeuropejskim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W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skazanie znaczących obszarów praktyki penitencjarnej w odniesieniu do wybranych grup skazanych w polskim systemie penitencjarnym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U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wrażliwienie na sytuacje trudne związane z funkcjonowaniem w instytucji o charakterze totalnym oraz na zjawisko stresu organizacyjnego pracowników instytucji penitencjarnych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53055">
        <w:rPr>
          <w:rFonts w:ascii="Corbel" w:hAnsi="Corbel"/>
          <w:b/>
          <w:sz w:val="24"/>
          <w:szCs w:val="24"/>
        </w:rPr>
        <w:t xml:space="preserve">3.2 </w:t>
      </w:r>
      <w:r w:rsidR="001D7B54" w:rsidRPr="00A53055">
        <w:rPr>
          <w:rFonts w:ascii="Corbel" w:hAnsi="Corbel"/>
          <w:b/>
          <w:sz w:val="24"/>
          <w:szCs w:val="24"/>
        </w:rPr>
        <w:t xml:space="preserve">Efekty </w:t>
      </w:r>
      <w:r w:rsidR="00C05F44" w:rsidRPr="00A5305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53055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882095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poda ważniejsze definicje oraz regulacje prawne w przestrzeni których porusza się pedagog penitencjarny.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wymieni czynnik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>, osobowościo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we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instytucjona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lne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 xml:space="preserve">zidentyfikuje </w:t>
            </w:r>
            <w:r w:rsidRPr="0042053F">
              <w:rPr>
                <w:rFonts w:ascii="Corbel" w:hAnsi="Corbel"/>
                <w:b w:val="0"/>
                <w:smallCaps w:val="0"/>
              </w:rPr>
              <w:t>relacj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między nimi z perspektywy funkcjonowania jednostki w warunkach zakładu karnego.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rozróżni sposoby postępowania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penitencjarnego w odniesieniu do najważniejszych grup skazanych w polskim systemie penitencjarnym.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bieg</w:t>
            </w:r>
            <w:r w:rsidRPr="0042053F">
              <w:rPr>
                <w:rFonts w:ascii="Corbel" w:hAnsi="Corbel"/>
                <w:b w:val="0"/>
                <w:smallCaps w:val="0"/>
              </w:rPr>
              <w:t>le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i logiczn</w:t>
            </w:r>
            <w:r w:rsidRPr="0042053F">
              <w:rPr>
                <w:rFonts w:ascii="Corbel" w:hAnsi="Corbel"/>
                <w:b w:val="0"/>
                <w:smallCaps w:val="0"/>
              </w:rPr>
              <w:t>ie zilustruje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złożon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i skomplikowan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problem</w:t>
            </w:r>
            <w:r w:rsidRPr="0042053F">
              <w:rPr>
                <w:rFonts w:ascii="Corbel" w:hAnsi="Corbel"/>
                <w:b w:val="0"/>
                <w:smallCaps w:val="0"/>
              </w:rPr>
              <w:t>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w kontekście czynników determinujących przestępczość.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zaprojektuje wybrane aspekty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Pr="0042053F">
              <w:rPr>
                <w:rFonts w:ascii="Corbel" w:hAnsi="Corbel"/>
                <w:b w:val="0"/>
                <w:smallCaps w:val="0"/>
              </w:rPr>
              <w:t>u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resocjalizacji penitencjarnej posługując się zasadami i normami etycznymi przewidując skutki konkretnych działań w warunkach zakładu karnego z perspektywy społecznej reintegracji osób odbywających karę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lastRenderedPageBreak/>
              <w:t>pozbawienia wolności.</w:t>
            </w:r>
          </w:p>
        </w:tc>
        <w:tc>
          <w:tcPr>
            <w:tcW w:w="1865" w:type="dxa"/>
          </w:tcPr>
          <w:p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wyjaśni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jakim stopniu system penitencjarny i jego elementy sprzyjają readaptacji społecznej skazanych oraz jaki jest zakres potrzeb osób pozbawionych wolności którzy chcą po zwolnieniu rozpocząć życie zgodne z prawem.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 xml:space="preserve">określi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sytuacj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trudn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związa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 xml:space="preserve">ne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z funkcjonowaniem w instytucji o charakterze totalnym oraz czynników determinujących zjawisko stresu pracowników instytucji penitencjarnych co stanowi motywację do doskonalenia swoich umiejętności zawodowych oraz podnoszenia kwalifikacji.</w:t>
            </w:r>
          </w:p>
        </w:tc>
        <w:tc>
          <w:tcPr>
            <w:tcW w:w="1865" w:type="dxa"/>
          </w:tcPr>
          <w:p w:rsidR="005B062B" w:rsidRPr="009C54AE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57CD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Struktura systemu penitencjarnego w Polsce. 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Prawne podstawy resocjalizacji penitencjarnej.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Modele pracy penitencjarnej: resocjalizacyjny, pomocowy, urzędowy. IPO.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Instytucjonalne, społeczne, podmiotowe determinanty izolacji więziennej: proces </w:t>
            </w:r>
            <w:proofErr w:type="spellStart"/>
            <w:r w:rsidRPr="0042053F">
              <w:rPr>
                <w:rFonts w:ascii="Corbel" w:hAnsi="Corbel"/>
                <w:sz w:val="24"/>
              </w:rPr>
              <w:t>prizonizacji</w:t>
            </w:r>
            <w:proofErr w:type="spellEnd"/>
            <w:r w:rsidRPr="0042053F">
              <w:rPr>
                <w:rFonts w:ascii="Corbel" w:hAnsi="Corbel"/>
                <w:sz w:val="24"/>
              </w:rPr>
              <w:t>, deprywacja potrzeb, poczucie osamotnienia.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problemu autoagresji wśród osadzonych.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Podkultura więzienna i jej przejawy, tatuaż więzienny, wytwory pracy więźniów.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kobiet.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skazanych na kary długoterminowe.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64581">
        <w:tc>
          <w:tcPr>
            <w:tcW w:w="9520" w:type="dxa"/>
          </w:tcPr>
          <w:p w:rsidR="0085747A" w:rsidRPr="00F645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:rsidTr="00F64581">
        <w:tc>
          <w:tcPr>
            <w:tcW w:w="9520" w:type="dxa"/>
          </w:tcPr>
          <w:p w:rsidR="0085747A" w:rsidRPr="0042053F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Środki oddziaływania penitencjarnego a proces zmiany, korekty, rewaloryzacji.</w:t>
            </w:r>
            <w:r w:rsidR="00882095" w:rsidRPr="0042053F">
              <w:rPr>
                <w:rFonts w:ascii="Corbel" w:hAnsi="Corbel"/>
                <w:sz w:val="24"/>
              </w:rPr>
              <w:t xml:space="preserve"> Standardy psychopedagogiczne, społeczne i prawne. ERW a Reguły Nelsona Mandeli.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Rola rodziny w procesie resocjalizacji penitencjarnej.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Praca a niepowrotność do przestępstwa.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Nauczanie a proces reintegracji społecznej.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Kapelan więzienny i jego rola w procesie resocjalizacji penitencjarnej.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Twórcza resocjalizacja w procesie oddziaływań penitencjarnych.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Personel więzienny i jego funkcje. Problem stresu organizacyjnego i wypalenia zawodowego funkcjonariuszy Służby Więziennej.</w:t>
            </w:r>
            <w:r w:rsidR="00882095" w:rsidRPr="0042053F">
              <w:rPr>
                <w:rFonts w:ascii="Corbel" w:hAnsi="Corbel"/>
                <w:sz w:val="24"/>
              </w:rPr>
              <w:t xml:space="preserve"> Powinności i kompetencje personelu penitencjarnego.</w:t>
            </w:r>
          </w:p>
        </w:tc>
      </w:tr>
    </w:tbl>
    <w:p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F407B5" w:rsidRPr="00963682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Wykład:</w:t>
      </w:r>
      <w:r w:rsidRPr="00963682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42053F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:rsidTr="009934CC">
        <w:tc>
          <w:tcPr>
            <w:tcW w:w="1985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63682" w:rsidRPr="00C542A5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ktywny udział studenta w zajęciach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985096" w:rsidRPr="00963682">
              <w:rPr>
                <w:rFonts w:ascii="Corbel" w:hAnsi="Corbel"/>
                <w:color w:val="000000"/>
              </w:rPr>
              <w:t>)</w:t>
            </w:r>
            <w:r w:rsidRPr="00963682">
              <w:rPr>
                <w:rFonts w:ascii="Corbel" w:hAnsi="Corbel"/>
                <w:color w:val="000000"/>
              </w:rPr>
              <w:t>.</w:t>
            </w:r>
          </w:p>
          <w:p w:rsidR="0085747A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043CC2">
        <w:tc>
          <w:tcPr>
            <w:tcW w:w="490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:rsidR="00043CC2" w:rsidRPr="00353D99" w:rsidRDefault="004D667A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4D667A">
              <w:rPr>
                <w:rFonts w:ascii="Corbel" w:hAnsi="Corbel"/>
              </w:rPr>
              <w:t>32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2839C3">
              <w:rPr>
                <w:rFonts w:ascii="Corbel" w:hAnsi="Corbel"/>
              </w:rPr>
              <w:t>5</w:t>
            </w:r>
            <w:r>
              <w:rPr>
                <w:rFonts w:ascii="Corbel" w:hAnsi="Corbel"/>
              </w:rPr>
              <w:t>0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043CC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:rsidTr="00043CC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C54AE" w:rsidTr="0071620A">
        <w:trPr>
          <w:trHeight w:val="397"/>
        </w:trPr>
        <w:tc>
          <w:tcPr>
            <w:tcW w:w="7513" w:type="dxa"/>
          </w:tcPr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Psychologia p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enitencjarna,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lastRenderedPageBreak/>
              <w:t xml:space="preserve">Porowski M.,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Dzieje więziennictwa polskiego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w piśmiennictwie i dokumentach,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WUW, Warszawa 2016.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Konikowska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-Kuczyńska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Wykonywanie kary pozbawienia wolności w systemie terapeutycznym wobec skazanych uzależnionych od środków odurzających 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lub substancji psychotropowych,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963682">
              <w:rPr>
                <w:rFonts w:ascii="Corbel" w:hAnsi="Corbel"/>
                <w:sz w:val="24"/>
                <w:szCs w:val="24"/>
              </w:rPr>
              <w:t>C.H. Beck, Warszawa 2015.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Prawo karne wyko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nawcze i polityka penitencjarna,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2014.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Rzepliński A., Rzeplińska I., </w:t>
            </w: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M., Wiktorowska P.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Pozbawienie wolności – funkcje i koszty.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Dawidziuk E.,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Traktowanie osób pozbawionych wolności we współczesnej Polsce na tle standardów międzynarod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owych,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 a Wolters Kluwer business,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Grzesiak S.,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Praca penitencjarna z więźniami seniorami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ATUT, Wrocław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Postępowanie z wybranymi grupami skazanych w polskim systemie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penitencjarnym. Aspekty prawne,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Nawój A.,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Wykonywanie kary pozbawienia wolności w system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ie programowanego oddziaływania,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Wydawnictwo UŁ, Łódź 2007.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Niewiadomska I.,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Osobowościowe uwarunkowania skutecz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ności kary pozbawienia wolności,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KUL, Lublin 2007.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Więzienie jako instytucja karna i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resocjalizacyjna,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80FE8" w:rsidRPr="00963682" w:rsidRDefault="00963682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Prawo karne w pigułce/5,</w:t>
            </w:r>
            <w:r w:rsidR="00B80FE8" w:rsidRPr="00963682">
              <w:rPr>
                <w:rFonts w:ascii="Corbel" w:hAnsi="Corbel"/>
                <w:i/>
                <w:sz w:val="24"/>
                <w:szCs w:val="24"/>
              </w:rPr>
              <w:t xml:space="preserve"> wydanie,</w:t>
            </w:r>
            <w:r w:rsidR="00B80FE8" w:rsidRPr="00963682">
              <w:rPr>
                <w:rFonts w:ascii="Corbel" w:hAnsi="Corbel"/>
                <w:sz w:val="24"/>
                <w:szCs w:val="24"/>
              </w:rPr>
              <w:t xml:space="preserve"> C.H. Beck, Warszawa 2017.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Mazuryk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M., Zoń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Służba Więzienna –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komentarz,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Resocjalizacyjne programy penitencjarne realizowane przez służbę więzienną w Polsce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85747A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Ustawa z dnia 6 czerwca 1997 r. – </w:t>
            </w:r>
            <w:r w:rsidRPr="00963682">
              <w:rPr>
                <w:rFonts w:ascii="Corbel" w:hAnsi="Corbel"/>
                <w:i/>
                <w:iCs/>
                <w:sz w:val="24"/>
                <w:szCs w:val="24"/>
              </w:rPr>
              <w:t>Kodeks karny wykonawczy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(Dz.U.2018.652 </w:t>
            </w: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>. ze zmianami).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59B" w:rsidRDefault="0023559B" w:rsidP="00C16ABF">
      <w:pPr>
        <w:spacing w:after="0" w:line="240" w:lineRule="auto"/>
      </w:pPr>
      <w:r>
        <w:separator/>
      </w:r>
    </w:p>
  </w:endnote>
  <w:endnote w:type="continuationSeparator" w:id="0">
    <w:p w:rsidR="0023559B" w:rsidRDefault="002355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59B" w:rsidRDefault="0023559B" w:rsidP="00C16ABF">
      <w:pPr>
        <w:spacing w:after="0" w:line="240" w:lineRule="auto"/>
      </w:pPr>
      <w:r>
        <w:separator/>
      </w:r>
    </w:p>
  </w:footnote>
  <w:footnote w:type="continuationSeparator" w:id="0">
    <w:p w:rsidR="0023559B" w:rsidRDefault="0023559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ED9"/>
    <w:rsid w:val="00042A51"/>
    <w:rsid w:val="00042D2E"/>
    <w:rsid w:val="00043CC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241"/>
    <w:rsid w:val="000F1C57"/>
    <w:rsid w:val="000F5615"/>
    <w:rsid w:val="00124BFF"/>
    <w:rsid w:val="0012560E"/>
    <w:rsid w:val="00127108"/>
    <w:rsid w:val="00134B13"/>
    <w:rsid w:val="00146BC0"/>
    <w:rsid w:val="0015277C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5E1"/>
    <w:rsid w:val="001F2CA2"/>
    <w:rsid w:val="002144C0"/>
    <w:rsid w:val="0022477D"/>
    <w:rsid w:val="002278A9"/>
    <w:rsid w:val="002336F9"/>
    <w:rsid w:val="0023559B"/>
    <w:rsid w:val="0024028F"/>
    <w:rsid w:val="00244ABC"/>
    <w:rsid w:val="00281FF2"/>
    <w:rsid w:val="002839C3"/>
    <w:rsid w:val="002857DE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E7A0E"/>
    <w:rsid w:val="002F02A3"/>
    <w:rsid w:val="002F05C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D77"/>
    <w:rsid w:val="003859B1"/>
    <w:rsid w:val="003919D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053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67A"/>
    <w:rsid w:val="004F1551"/>
    <w:rsid w:val="004F55A3"/>
    <w:rsid w:val="0050496F"/>
    <w:rsid w:val="0051036C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062B"/>
    <w:rsid w:val="005C080F"/>
    <w:rsid w:val="005C55E5"/>
    <w:rsid w:val="005C696A"/>
    <w:rsid w:val="005E012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30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806FB7"/>
    <w:rsid w:val="0081554D"/>
    <w:rsid w:val="0081707E"/>
    <w:rsid w:val="008449B3"/>
    <w:rsid w:val="0085747A"/>
    <w:rsid w:val="00882095"/>
    <w:rsid w:val="00884922"/>
    <w:rsid w:val="00885F64"/>
    <w:rsid w:val="008917F9"/>
    <w:rsid w:val="008977BB"/>
    <w:rsid w:val="008A45F7"/>
    <w:rsid w:val="008B3A8E"/>
    <w:rsid w:val="008C0CC0"/>
    <w:rsid w:val="008C19A9"/>
    <w:rsid w:val="008C379D"/>
    <w:rsid w:val="008C5147"/>
    <w:rsid w:val="008C5359"/>
    <w:rsid w:val="008C5363"/>
    <w:rsid w:val="008C613F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682"/>
    <w:rsid w:val="0097190E"/>
    <w:rsid w:val="0098509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FA5"/>
    <w:rsid w:val="00A54817"/>
    <w:rsid w:val="00A601C8"/>
    <w:rsid w:val="00A60799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7A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BCC"/>
    <w:rsid w:val="00D17C3C"/>
    <w:rsid w:val="00D26B2C"/>
    <w:rsid w:val="00D352C9"/>
    <w:rsid w:val="00D425B2"/>
    <w:rsid w:val="00D428D6"/>
    <w:rsid w:val="00D552B2"/>
    <w:rsid w:val="00D608D1"/>
    <w:rsid w:val="00D74119"/>
    <w:rsid w:val="00D76F07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83B"/>
    <w:rsid w:val="00E51E44"/>
    <w:rsid w:val="00E63348"/>
    <w:rsid w:val="00E77E88"/>
    <w:rsid w:val="00E8107D"/>
    <w:rsid w:val="00E9156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7B5"/>
    <w:rsid w:val="00F4389B"/>
    <w:rsid w:val="00F526AF"/>
    <w:rsid w:val="00F57CD0"/>
    <w:rsid w:val="00F616A3"/>
    <w:rsid w:val="00F617C3"/>
    <w:rsid w:val="00F64581"/>
    <w:rsid w:val="00F7066B"/>
    <w:rsid w:val="00F83B28"/>
    <w:rsid w:val="00FA46E5"/>
    <w:rsid w:val="00FA5C5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940C9-EEBF-41C4-B58E-67E40F6BB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1372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2019-12-05T10:09:00Z</cp:lastPrinted>
  <dcterms:created xsi:type="dcterms:W3CDTF">2019-11-03T16:50:00Z</dcterms:created>
  <dcterms:modified xsi:type="dcterms:W3CDTF">2021-10-04T07:37:00Z</dcterms:modified>
</cp:coreProperties>
</file>